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94" w:rsidRDefault="00360694" w:rsidP="009036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4pt;margin-top:-9pt;width:99pt;height:90pt;z-index:251658240" fillcolor="#fc0">
            <v:textbox style="mso-next-textbox:#_x0000_s1026">
              <w:txbxContent>
                <w:p w:rsidR="00360694" w:rsidRDefault="00360694">
                  <w:r>
                    <w:t>Textbox Gold</w:t>
                  </w:r>
                </w:p>
                <w:p w:rsidR="00360694" w:rsidRDefault="00360694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7pt;height:57pt" filled="t" fillcolor="#396">
                        <v:imagedata r:id="rId4" o:title="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360694" w:rsidRDefault="00360694" w:rsidP="00903655">
      <w:r>
        <w:t>zOrder</w:t>
      </w:r>
    </w:p>
    <w:p w:rsidR="00360694" w:rsidRDefault="00360694">
      <w:r>
        <w:rPr>
          <w:noProof/>
        </w:rPr>
        <w:pict>
          <v:shape id="_x0000_s1027" type="#_x0000_t202" style="position:absolute;margin-left:81pt;margin-top:1.7pt;width:99pt;height:81pt;z-index:251657216" fillcolor="#0cf">
            <v:textbox style="mso-next-textbox:#_x0000_s1027">
              <w:txbxContent>
                <w:p w:rsidR="00360694" w:rsidRDefault="00360694">
                  <w:r>
                    <w:t>Textbox Blue</w:t>
                  </w:r>
                </w:p>
                <w:p w:rsidR="00360694" w:rsidRDefault="00360694">
                  <w:r>
                    <w:pict>
                      <v:shape id="_x0000_i1028" type="#_x0000_t75" style="width:65.25pt;height:65.25pt">
                        <v:imagedata r:id="rId5" o:title=""/>
                      </v:shape>
                    </w:pict>
                  </w:r>
                </w:p>
              </w:txbxContent>
            </v:textbox>
            <w10:wrap type="square"/>
          </v:shape>
        </w:pict>
      </w:r>
    </w:p>
    <w:sectPr w:rsidR="00360694" w:rsidSect="000D6BCB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BCB"/>
    <w:rsid w:val="000254AF"/>
    <w:rsid w:val="000D6BCB"/>
    <w:rsid w:val="001A60DE"/>
    <w:rsid w:val="002214B2"/>
    <w:rsid w:val="00360694"/>
    <w:rsid w:val="00903655"/>
    <w:rsid w:val="00B0353D"/>
    <w:rsid w:val="00BB5463"/>
    <w:rsid w:val="00BB57BF"/>
    <w:rsid w:val="00C4434E"/>
    <w:rsid w:val="00C60B30"/>
    <w:rsid w:val="00CF043C"/>
    <w:rsid w:val="00D44EF3"/>
    <w:rsid w:val="00ED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34E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</Words>
  <Characters>10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subject/>
  <dc:creator>JLAutoBuild</dc:creator>
  <cp:keywords/>
  <dc:description/>
  <cp:lastModifiedBy>JLAutoBuild</cp:lastModifiedBy>
  <cp:revision>3</cp:revision>
  <dcterms:created xsi:type="dcterms:W3CDTF">2024-06-07T17:02:00Z</dcterms:created>
  <dcterms:modified xsi:type="dcterms:W3CDTF">2024-06-07T17:10:00Z</dcterms:modified>
</cp:coreProperties>
</file>